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8F4E0C" w:rsidP="00144177">
      <w:pPr>
        <w:jc w:val="center"/>
        <w:rPr>
          <w:b/>
          <w:bCs/>
          <w:sz w:val="28"/>
          <w:szCs w:val="28"/>
        </w:rPr>
      </w:pPr>
      <w:r w:rsidRPr="008F4E0C">
        <w:rPr>
          <w:b/>
          <w:bCs/>
          <w:sz w:val="28"/>
          <w:szCs w:val="28"/>
        </w:rPr>
        <w:t>MATERIAŁÓW EKSPLOATACYJNYCH DO STERYLIZATORA PLAZMOWEGO  STERRAD 100NX Z PODZIAŁEM NA CZĘŚCI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DA5D81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921FDA" w:rsidRPr="00921FDA">
        <w:rPr>
          <w:rFonts w:asciiTheme="minorHAnsi" w:hAnsiTheme="minorHAnsi"/>
          <w:b/>
          <w:sz w:val="22"/>
        </w:rPr>
        <w:t>dostawa materiałów eksploatacyjny</w:t>
      </w:r>
      <w:r w:rsidR="00DA5D81">
        <w:rPr>
          <w:rFonts w:asciiTheme="minorHAnsi" w:hAnsiTheme="minorHAnsi"/>
          <w:b/>
          <w:sz w:val="22"/>
        </w:rPr>
        <w:t xml:space="preserve">ch do sterylizatora plazmowego </w:t>
      </w:r>
      <w:r w:rsidR="00921FDA" w:rsidRPr="00921FDA">
        <w:rPr>
          <w:rFonts w:asciiTheme="minorHAnsi" w:hAnsiTheme="minorHAnsi"/>
          <w:b/>
          <w:sz w:val="22"/>
        </w:rPr>
        <w:t>STERRAD 100NX z podziałem na części</w:t>
      </w:r>
      <w:r w:rsidR="0063440B">
        <w:rPr>
          <w:rFonts w:asciiTheme="minorHAnsi" w:hAnsiTheme="minorHAnsi"/>
          <w:b/>
          <w:sz w:val="22"/>
        </w:rPr>
        <w:t xml:space="preserve"> 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DC077E">
        <w:t xml:space="preserve"> </w:t>
      </w:r>
      <w:r w:rsidR="00C82D97" w:rsidRPr="00EC757E">
        <w:t>12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2362C0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2C0B4E">
        <w:rPr>
          <w:sz w:val="22"/>
          <w:szCs w:val="22"/>
        </w:rPr>
        <w:t xml:space="preserve"> (stanowiący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DA5D81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>
        <w:rPr>
          <w:rFonts w:cs="Times New Roman"/>
          <w:bCs/>
          <w:sz w:val="22"/>
        </w:rPr>
        <w:t xml:space="preserve"> </w:t>
      </w:r>
      <w:bookmarkStart w:id="0" w:name="_GoBack"/>
      <w:bookmarkEnd w:id="0"/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proofErr w:type="spellStart"/>
      <w:r w:rsidRPr="00A50565">
        <w:rPr>
          <w:sz w:val="22"/>
        </w:rPr>
        <w:t>o</w:t>
      </w:r>
      <w:r w:rsidR="006C73E0" w:rsidRPr="00A50565">
        <w:rPr>
          <w:sz w:val="22"/>
        </w:rPr>
        <w:t>dnr</w:t>
      </w:r>
      <w:proofErr w:type="spellEnd"/>
      <w:r w:rsidR="006C73E0" w:rsidRPr="00A50565">
        <w:rPr>
          <w:sz w:val="22"/>
        </w:rPr>
        <w:t xml:space="preserve">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AE5" w:rsidRDefault="00704AE5">
      <w:r>
        <w:separator/>
      </w:r>
    </w:p>
  </w:endnote>
  <w:endnote w:type="continuationSeparator" w:id="0">
    <w:p w:rsidR="00704AE5" w:rsidRDefault="00704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71548F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71548F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DA5D81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AE5" w:rsidRDefault="00704AE5">
      <w:r>
        <w:separator/>
      </w:r>
    </w:p>
  </w:footnote>
  <w:footnote w:type="continuationSeparator" w:id="0">
    <w:p w:rsidR="00704AE5" w:rsidRDefault="00704AE5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F71C44">
      <w:rPr>
        <w:rFonts w:ascii="Arial" w:hAnsi="Arial"/>
        <w:noProof/>
        <w:sz w:val="20"/>
        <w:szCs w:val="20"/>
      </w:rPr>
      <w:t>k sprawy: SP ZOZ NZZP II 2400/23</w:t>
    </w:r>
    <w:r w:rsidR="0063440B">
      <w:rPr>
        <w:rFonts w:ascii="Arial" w:hAnsi="Arial"/>
        <w:noProof/>
        <w:sz w:val="20"/>
        <w:szCs w:val="20"/>
      </w:rPr>
      <w:t>/20</w:t>
    </w:r>
    <w:r w:rsidR="00F71C44">
      <w:rPr>
        <w:rFonts w:ascii="Arial" w:hAnsi="Arial"/>
        <w:noProof/>
        <w:sz w:val="20"/>
        <w:szCs w:val="20"/>
      </w:rPr>
      <w:t xml:space="preserve">     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362C0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0B4E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440B"/>
    <w:rsid w:val="00637F1C"/>
    <w:rsid w:val="00640573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73E0"/>
    <w:rsid w:val="006D6DCA"/>
    <w:rsid w:val="006E65D1"/>
    <w:rsid w:val="006E6849"/>
    <w:rsid w:val="006F330F"/>
    <w:rsid w:val="00702A3D"/>
    <w:rsid w:val="007045EC"/>
    <w:rsid w:val="00704AE5"/>
    <w:rsid w:val="007110EF"/>
    <w:rsid w:val="00714B42"/>
    <w:rsid w:val="0071548F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4E0C"/>
    <w:rsid w:val="008F50E6"/>
    <w:rsid w:val="008F6083"/>
    <w:rsid w:val="008F716C"/>
    <w:rsid w:val="008F73AA"/>
    <w:rsid w:val="008F797E"/>
    <w:rsid w:val="00903CCE"/>
    <w:rsid w:val="00905507"/>
    <w:rsid w:val="00921FDA"/>
    <w:rsid w:val="00930E98"/>
    <w:rsid w:val="00931229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0DD6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0A2E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350B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A5D81"/>
    <w:rsid w:val="00DB0D50"/>
    <w:rsid w:val="00DB1310"/>
    <w:rsid w:val="00DC077E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1C44"/>
    <w:rsid w:val="00F730B4"/>
    <w:rsid w:val="00F750FD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1076D56-57F1-4047-A941-7088247D7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19249-F466-462F-ACB2-084EC3C4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57</TotalTime>
  <Pages>3</Pages>
  <Words>1034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7224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xxx</cp:lastModifiedBy>
  <cp:revision>148</cp:revision>
  <cp:lastPrinted>2019-03-06T11:54:00Z</cp:lastPrinted>
  <dcterms:created xsi:type="dcterms:W3CDTF">2018-03-08T08:22:00Z</dcterms:created>
  <dcterms:modified xsi:type="dcterms:W3CDTF">2020-06-03T08:38:00Z</dcterms:modified>
  <cp:category/>
</cp:coreProperties>
</file>